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D8CB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4994B9" w14:textId="77777777" w:rsidTr="00146EEC">
        <w:tc>
          <w:tcPr>
            <w:tcW w:w="2689" w:type="dxa"/>
          </w:tcPr>
          <w:p w14:paraId="4AEC56C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99A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86E581" w14:textId="77777777" w:rsidTr="00146EEC">
        <w:tc>
          <w:tcPr>
            <w:tcW w:w="2689" w:type="dxa"/>
          </w:tcPr>
          <w:p w14:paraId="6DDB4523" w14:textId="1585F3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44B2B">
              <w:t>1</w:t>
            </w:r>
          </w:p>
        </w:tc>
        <w:tc>
          <w:tcPr>
            <w:tcW w:w="6939" w:type="dxa"/>
          </w:tcPr>
          <w:p w14:paraId="0FF837F2" w14:textId="3A207EEA" w:rsidR="00F1480E" w:rsidRPr="000754EC" w:rsidRDefault="00240F2D" w:rsidP="000754EC">
            <w:pPr>
              <w:pStyle w:val="SIText"/>
            </w:pPr>
            <w:r>
              <w:t>This version released with</w:t>
            </w:r>
            <w:r w:rsidRPr="00240F2D">
              <w:t xml:space="preserve"> AHC Agriculture, Horticulture and Conservation and Land Management Training Package Version 3.0.</w:t>
            </w:r>
          </w:p>
        </w:tc>
      </w:tr>
    </w:tbl>
    <w:p w14:paraId="121F4E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82763" w:rsidRPr="00963A46" w14:paraId="0475BAE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6098C32" w14:textId="621C4968" w:rsidR="00182763" w:rsidRPr="00182763" w:rsidRDefault="00FE388D" w:rsidP="00182763">
            <w:pPr>
              <w:pStyle w:val="SIUNITCODE"/>
            </w:pPr>
            <w:r>
              <w:t>FBPVIT</w:t>
            </w:r>
            <w:r w:rsidR="00182763" w:rsidRPr="00182763">
              <w:t>3</w:t>
            </w:r>
            <w:r w:rsidR="00D427D5">
              <w:t>XXX</w:t>
            </w:r>
          </w:p>
        </w:tc>
        <w:tc>
          <w:tcPr>
            <w:tcW w:w="3604" w:type="pct"/>
            <w:shd w:val="clear" w:color="auto" w:fill="auto"/>
          </w:tcPr>
          <w:p w14:paraId="475434AD" w14:textId="65398EB4" w:rsidR="00182763" w:rsidRPr="00182763" w:rsidRDefault="00277163" w:rsidP="00182763">
            <w:pPr>
              <w:pStyle w:val="SIUnittitle"/>
            </w:pPr>
            <w:r>
              <w:t xml:space="preserve">Maintain </w:t>
            </w:r>
            <w:r w:rsidRPr="006A23B6">
              <w:t>field nursery</w:t>
            </w:r>
          </w:p>
        </w:tc>
      </w:tr>
      <w:tr w:rsidR="00182763" w:rsidRPr="00963A46" w14:paraId="1DBE765A" w14:textId="77777777" w:rsidTr="00CA2922">
        <w:tc>
          <w:tcPr>
            <w:tcW w:w="1396" w:type="pct"/>
            <w:shd w:val="clear" w:color="auto" w:fill="auto"/>
          </w:tcPr>
          <w:p w14:paraId="09F4D973" w14:textId="62924414" w:rsidR="00182763" w:rsidRPr="00923720" w:rsidRDefault="00182763" w:rsidP="0018276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146BCD7" w14:textId="77777777" w:rsidR="00182763" w:rsidRDefault="00182763" w:rsidP="00585F19">
            <w:pPr>
              <w:pStyle w:val="SIText"/>
            </w:pPr>
            <w:r w:rsidRPr="00182763">
              <w:t>This unit of competency describes the skills and knowledge required to plant, maintain and process field nursery vines.</w:t>
            </w:r>
          </w:p>
          <w:p w14:paraId="61C73016" w14:textId="77777777" w:rsidR="00182763" w:rsidRPr="00182763" w:rsidRDefault="00182763" w:rsidP="00585F19">
            <w:pPr>
              <w:pStyle w:val="SIText"/>
            </w:pPr>
          </w:p>
          <w:p w14:paraId="318CADBC" w14:textId="72390ADF" w:rsidR="00182763" w:rsidRDefault="00182763" w:rsidP="00585F19">
            <w:pPr>
              <w:pStyle w:val="SIText"/>
            </w:pPr>
            <w:r w:rsidRPr="00182763">
              <w:t xml:space="preserve">The unit applies to </w:t>
            </w:r>
            <w:r w:rsidR="00277163">
              <w:t>individuals</w:t>
            </w:r>
            <w:r w:rsidRPr="00182763">
              <w:t xml:space="preserve"> who </w:t>
            </w:r>
            <w:r w:rsidR="00FF07D0">
              <w:t>carry out workplace procedures in completing tasks associated with maintaining a field nursery.</w:t>
            </w:r>
          </w:p>
          <w:p w14:paraId="39A18172" w14:textId="77777777" w:rsidR="00182763" w:rsidRPr="00182763" w:rsidRDefault="00182763" w:rsidP="00182763"/>
          <w:p w14:paraId="50CE3171" w14:textId="358043FD" w:rsidR="00FF07D0" w:rsidRDefault="00277163" w:rsidP="00FF07D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0C5C0E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 regulations, legislation and standards that apply to the workplace.</w:t>
            </w:r>
            <w:r w:rsidR="00FF07D0" w:rsidRPr="00182763">
              <w:t xml:space="preserve"> </w:t>
            </w:r>
          </w:p>
          <w:p w14:paraId="2917251F" w14:textId="77777777" w:rsidR="00FF07D0" w:rsidRDefault="00FF07D0" w:rsidP="00FF07D0">
            <w:pPr>
              <w:pStyle w:val="SIText"/>
            </w:pPr>
          </w:p>
          <w:p w14:paraId="78F23025" w14:textId="56D79FB7" w:rsidR="00FF07D0" w:rsidRPr="00FF07D0" w:rsidRDefault="00FF07D0" w:rsidP="00FF07D0">
            <w:pPr>
              <w:pStyle w:val="SIText"/>
            </w:pPr>
            <w:r w:rsidRPr="00182763">
              <w:t>No occupational licensing, legislative or certification requirements apply to this unit at the time of publication.</w:t>
            </w:r>
          </w:p>
          <w:p w14:paraId="03EFB34E" w14:textId="49A446EC" w:rsidR="00182763" w:rsidRPr="000754EC" w:rsidRDefault="00182763" w:rsidP="00277163">
            <w:pPr>
              <w:pStyle w:val="SIText"/>
            </w:pPr>
          </w:p>
        </w:tc>
      </w:tr>
      <w:tr w:rsidR="00182763" w:rsidRPr="00963A46" w14:paraId="73B010E3" w14:textId="77777777" w:rsidTr="00395072">
        <w:trPr>
          <w:trHeight w:val="450"/>
        </w:trPr>
        <w:tc>
          <w:tcPr>
            <w:tcW w:w="1396" w:type="pct"/>
            <w:shd w:val="clear" w:color="auto" w:fill="auto"/>
          </w:tcPr>
          <w:p w14:paraId="2ECF2B52" w14:textId="77777777" w:rsidR="00182763" w:rsidRPr="00182763" w:rsidRDefault="00182763" w:rsidP="00182763">
            <w:pPr>
              <w:pStyle w:val="SIHeading2"/>
            </w:pPr>
            <w:r w:rsidRPr="0018276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BDAD59" w14:textId="3E419637" w:rsidR="00182763" w:rsidRPr="00182763" w:rsidRDefault="00182763" w:rsidP="00182763">
            <w:pPr>
              <w:pStyle w:val="SIText"/>
            </w:pPr>
            <w:r w:rsidRPr="00182763">
              <w:t>Nil</w:t>
            </w:r>
          </w:p>
        </w:tc>
      </w:tr>
      <w:tr w:rsidR="00182763" w:rsidRPr="00963A46" w14:paraId="12C2EE38" w14:textId="77777777" w:rsidTr="00CA2922">
        <w:tc>
          <w:tcPr>
            <w:tcW w:w="1396" w:type="pct"/>
            <w:shd w:val="clear" w:color="auto" w:fill="auto"/>
          </w:tcPr>
          <w:p w14:paraId="4484C156" w14:textId="77777777" w:rsidR="00182763" w:rsidRPr="00182763" w:rsidRDefault="00182763" w:rsidP="00182763">
            <w:pPr>
              <w:pStyle w:val="SIHeading2"/>
            </w:pPr>
            <w:r w:rsidRPr="0018276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F9D73C" w14:textId="3675C0E3" w:rsidR="00182763" w:rsidRPr="00182763" w:rsidRDefault="00FE388D" w:rsidP="008F6AF7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A26EAD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A26EAD">
              <w:rPr>
                <w:rFonts w:eastAsiaTheme="minorHAnsi"/>
                <w:lang w:val="en-GB"/>
              </w:rPr>
              <w:t>)</w:t>
            </w:r>
          </w:p>
        </w:tc>
      </w:tr>
    </w:tbl>
    <w:p w14:paraId="5B399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A58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69FE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4DD4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B187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3EDE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E7E1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763" w:rsidRPr="00963A46" w14:paraId="553262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0EEF1" w14:textId="77777777" w:rsidR="00182763" w:rsidRPr="00182763" w:rsidRDefault="00182763" w:rsidP="00585F19">
            <w:pPr>
              <w:pStyle w:val="SIText"/>
            </w:pPr>
            <w:r w:rsidRPr="00182763">
              <w:t>1. Prepare for field nursery planting</w:t>
            </w:r>
          </w:p>
        </w:tc>
        <w:tc>
          <w:tcPr>
            <w:tcW w:w="3604" w:type="pct"/>
            <w:shd w:val="clear" w:color="auto" w:fill="auto"/>
          </w:tcPr>
          <w:p w14:paraId="523ADE70" w14:textId="60B16EBB" w:rsidR="00FF07D0" w:rsidRDefault="00277163" w:rsidP="0039507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Confirm </w:t>
            </w:r>
            <w:r w:rsidR="00FF07D0">
              <w:rPr>
                <w:rFonts w:eastAsiaTheme="minorHAnsi"/>
              </w:rPr>
              <w:t>job requirements</w:t>
            </w:r>
          </w:p>
          <w:p w14:paraId="16FC3C31" w14:textId="08EFF895" w:rsidR="00277163" w:rsidRDefault="00FF07D0" w:rsidP="0039507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Confirm environmental guidelines and </w:t>
            </w:r>
            <w:r w:rsidR="00277163">
              <w:rPr>
                <w:rFonts w:eastAsiaTheme="minorHAnsi"/>
                <w:lang w:val="en-US"/>
              </w:rPr>
              <w:t xml:space="preserve">identify potential </w:t>
            </w:r>
            <w:r>
              <w:rPr>
                <w:rFonts w:eastAsiaTheme="minorHAnsi"/>
              </w:rPr>
              <w:t>workplace health and safety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277163">
              <w:rPr>
                <w:rFonts w:eastAsiaTheme="minorHAnsi"/>
                <w:lang w:val="en-US"/>
              </w:rPr>
              <w:t xml:space="preserve">hazards and controls </w:t>
            </w:r>
            <w:r>
              <w:rPr>
                <w:rFonts w:eastAsiaTheme="minorHAnsi"/>
              </w:rPr>
              <w:t>according to</w:t>
            </w:r>
            <w:r w:rsidR="00277163">
              <w:rPr>
                <w:rFonts w:eastAsiaTheme="minorHAnsi"/>
                <w:lang w:val="en-US"/>
              </w:rPr>
              <w:t xml:space="preserve"> workplace procedures</w:t>
            </w:r>
          </w:p>
          <w:p w14:paraId="659DE403" w14:textId="4B46DB8B" w:rsidR="00277163" w:rsidRDefault="00277163" w:rsidP="0039507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FF07D0">
              <w:rPr>
                <w:rFonts w:eastAsiaTheme="minorHAnsi"/>
              </w:rPr>
              <w:t>3</w:t>
            </w:r>
            <w:r w:rsidR="00FF07D0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Select and </w:t>
            </w:r>
            <w:r w:rsidR="00A56E1C">
              <w:rPr>
                <w:rFonts w:eastAsiaTheme="minorHAnsi"/>
              </w:rPr>
              <w:t>fit</w:t>
            </w:r>
            <w:r w:rsidR="00A56E1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054A01">
              <w:rPr>
                <w:rFonts w:eastAsiaTheme="minorHAnsi"/>
              </w:rPr>
              <w:t xml:space="preserve">according </w:t>
            </w:r>
            <w:r w:rsidR="00054A01">
              <w:rPr>
                <w:rFonts w:eastAsiaTheme="minorHAnsi"/>
                <w:lang w:val="en-US"/>
              </w:rPr>
              <w:t>to</w:t>
            </w:r>
            <w:r>
              <w:rPr>
                <w:rFonts w:eastAsiaTheme="minorHAnsi"/>
                <w:lang w:val="en-US"/>
              </w:rPr>
              <w:t xml:space="preserve"> job </w:t>
            </w:r>
            <w:r w:rsidR="00A56E1C">
              <w:rPr>
                <w:rFonts w:eastAsiaTheme="minorHAnsi"/>
              </w:rPr>
              <w:t>requirements</w:t>
            </w:r>
          </w:p>
          <w:p w14:paraId="39430F7E" w14:textId="786149C5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3</w:t>
            </w:r>
            <w:r w:rsidRPr="00182763">
              <w:t xml:space="preserve"> Prepare field nursery bed for planting according to </w:t>
            </w:r>
            <w:r w:rsidR="00FF07D0">
              <w:t>workplace procedures</w:t>
            </w:r>
          </w:p>
          <w:p w14:paraId="5CB63594" w14:textId="1748DD40" w:rsidR="00182763" w:rsidRPr="00182763" w:rsidRDefault="00182763">
            <w:pPr>
              <w:pStyle w:val="SIText"/>
            </w:pPr>
            <w:r w:rsidRPr="00182763">
              <w:t>1.</w:t>
            </w:r>
            <w:r w:rsidR="00277163">
              <w:t>4</w:t>
            </w:r>
            <w:r w:rsidRPr="00182763">
              <w:t xml:space="preserve"> </w:t>
            </w:r>
            <w:r w:rsidR="00FF07D0">
              <w:t>Prepare equipment and materials according to workplace procedures</w:t>
            </w:r>
          </w:p>
        </w:tc>
      </w:tr>
      <w:tr w:rsidR="00182763" w:rsidRPr="00963A46" w14:paraId="65764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0086FB" w14:textId="643A0222" w:rsidR="00182763" w:rsidRPr="00182763" w:rsidRDefault="00182763" w:rsidP="00585F19">
            <w:pPr>
              <w:pStyle w:val="SIText"/>
            </w:pPr>
            <w:r w:rsidRPr="00182763">
              <w:t xml:space="preserve">2. </w:t>
            </w:r>
            <w:r w:rsidR="00F45942">
              <w:t>Perform</w:t>
            </w:r>
            <w:r w:rsidRPr="00182763">
              <w:t xml:space="preserve"> field nursery </w:t>
            </w:r>
            <w:r w:rsidR="00F4594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BFC872C" w14:textId="31304818" w:rsidR="00F45942" w:rsidRDefault="00182763" w:rsidP="00585F19">
            <w:pPr>
              <w:pStyle w:val="SIText"/>
            </w:pPr>
            <w:r w:rsidRPr="00182763">
              <w:t xml:space="preserve">2.1 </w:t>
            </w:r>
            <w:r w:rsidR="00F45942">
              <w:t>Plant field nursery</w:t>
            </w:r>
            <w:r w:rsidR="00FF07D0">
              <w:t xml:space="preserve"> according to </w:t>
            </w:r>
            <w:r w:rsidR="00F45942">
              <w:t>workplace procedures</w:t>
            </w:r>
          </w:p>
          <w:p w14:paraId="7446EF85" w14:textId="5901E0B2" w:rsidR="00182763" w:rsidRPr="00182763" w:rsidRDefault="00F45942" w:rsidP="00585F19">
            <w:pPr>
              <w:pStyle w:val="SIText"/>
            </w:pPr>
            <w:r>
              <w:t xml:space="preserve">2.2 </w:t>
            </w:r>
            <w:r w:rsidR="00182763" w:rsidRPr="00182763">
              <w:t xml:space="preserve">Apply vine protection methods </w:t>
            </w:r>
            <w:r w:rsidR="00FF07D0">
              <w:t>a</w:t>
            </w:r>
            <w:r w:rsidR="00FF07D0" w:rsidRPr="00FF07D0">
              <w:t>ccording to workplace procedures</w:t>
            </w:r>
          </w:p>
          <w:p w14:paraId="605FC530" w14:textId="4DF71C20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3</w:t>
            </w:r>
            <w:r w:rsidRPr="00182763">
              <w:t xml:space="preserve"> Carry out field nursery activities </w:t>
            </w:r>
            <w:r w:rsidR="00FF07D0">
              <w:t>a</w:t>
            </w:r>
            <w:r w:rsidR="00FF07D0" w:rsidRPr="00FF07D0">
              <w:t>ccording to workplace procedures</w:t>
            </w:r>
            <w:r w:rsidR="00FF07D0" w:rsidRPr="00FF07D0" w:rsidDel="00FF07D0">
              <w:t xml:space="preserve"> </w:t>
            </w:r>
          </w:p>
          <w:p w14:paraId="551CB6A6" w14:textId="1BFEE1F3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4</w:t>
            </w:r>
            <w:r w:rsidRPr="00182763">
              <w:t xml:space="preserve"> Monitor young vine growth and health </w:t>
            </w:r>
            <w:r w:rsidR="00FF07D0">
              <w:t>a</w:t>
            </w:r>
            <w:r w:rsidR="00FF07D0" w:rsidRPr="00FF07D0">
              <w:t>ccording to workplace procedures</w:t>
            </w:r>
          </w:p>
          <w:p w14:paraId="4997F3F1" w14:textId="1C2EF774" w:rsidR="00182763" w:rsidRPr="00182763" w:rsidRDefault="00182763">
            <w:pPr>
              <w:pStyle w:val="SIText"/>
            </w:pPr>
            <w:r w:rsidRPr="00182763">
              <w:t>2.</w:t>
            </w:r>
            <w:r w:rsidR="00F45942">
              <w:t>5</w:t>
            </w:r>
            <w:r w:rsidRPr="00182763">
              <w:t xml:space="preserve"> </w:t>
            </w:r>
            <w:r w:rsidR="00FF07D0">
              <w:t>Identify and address non-conformances</w:t>
            </w:r>
          </w:p>
        </w:tc>
      </w:tr>
      <w:tr w:rsidR="00182763" w:rsidRPr="00963A46" w14:paraId="0652CD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47085D" w14:textId="2DAEB688" w:rsidR="00182763" w:rsidRPr="00182763" w:rsidRDefault="00182763" w:rsidP="00F45942">
            <w:pPr>
              <w:pStyle w:val="SIText"/>
            </w:pPr>
            <w:r w:rsidRPr="00182763">
              <w:t>3. Process field nursery rootlings for removal</w:t>
            </w:r>
          </w:p>
        </w:tc>
        <w:tc>
          <w:tcPr>
            <w:tcW w:w="3604" w:type="pct"/>
            <w:shd w:val="clear" w:color="auto" w:fill="auto"/>
          </w:tcPr>
          <w:p w14:paraId="1118978D" w14:textId="04763789" w:rsidR="00182763" w:rsidRPr="00182763" w:rsidRDefault="00182763" w:rsidP="00585F19">
            <w:pPr>
              <w:pStyle w:val="SIText"/>
            </w:pPr>
            <w:r w:rsidRPr="00182763">
              <w:t xml:space="preserve">3.1 Undercut and lift vine rootlings </w:t>
            </w:r>
            <w:r w:rsidR="00FF07D0">
              <w:t>a</w:t>
            </w:r>
            <w:r w:rsidR="00FF07D0" w:rsidRPr="00FF07D0">
              <w:t>ccording to workplace procedures</w:t>
            </w:r>
          </w:p>
          <w:p w14:paraId="777AC5CD" w14:textId="77777777" w:rsidR="00182763" w:rsidRPr="00182763" w:rsidRDefault="00182763" w:rsidP="00585F19">
            <w:pPr>
              <w:pStyle w:val="SIText"/>
            </w:pPr>
            <w:r w:rsidRPr="00182763">
              <w:t>3.2 Prepare rootlings for transport according to workplace procedures</w:t>
            </w:r>
          </w:p>
          <w:p w14:paraId="6190AD3C" w14:textId="5E8E4ED8" w:rsidR="00182763" w:rsidRPr="00182763" w:rsidRDefault="00182763">
            <w:pPr>
              <w:pStyle w:val="SIText"/>
            </w:pPr>
            <w:r w:rsidRPr="00182763">
              <w:t>3.3 Record workplace information according to workplace procedures</w:t>
            </w:r>
          </w:p>
        </w:tc>
      </w:tr>
    </w:tbl>
    <w:p w14:paraId="4F2F5B50" w14:textId="77777777" w:rsidR="005F771F" w:rsidRDefault="005F771F" w:rsidP="005F771F">
      <w:pPr>
        <w:pStyle w:val="SIText"/>
      </w:pPr>
    </w:p>
    <w:p w14:paraId="66CEDA83" w14:textId="77777777" w:rsidR="005F771F" w:rsidRPr="000754EC" w:rsidRDefault="005F771F" w:rsidP="000754EC">
      <w:r>
        <w:br w:type="page"/>
      </w:r>
    </w:p>
    <w:p w14:paraId="28A1B4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9E1134" w14:textId="77777777" w:rsidTr="00CA2922">
        <w:trPr>
          <w:tblHeader/>
        </w:trPr>
        <w:tc>
          <w:tcPr>
            <w:tcW w:w="5000" w:type="pct"/>
            <w:gridSpan w:val="2"/>
          </w:tcPr>
          <w:p w14:paraId="5E8CBA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E992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0CA60C" w14:textId="77777777" w:rsidTr="00CA2922">
        <w:trPr>
          <w:tblHeader/>
        </w:trPr>
        <w:tc>
          <w:tcPr>
            <w:tcW w:w="1396" w:type="pct"/>
          </w:tcPr>
          <w:p w14:paraId="6906B6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8414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3342" w:rsidRPr="00336FCA" w:rsidDel="00423CB2" w14:paraId="476519A7" w14:textId="77777777" w:rsidTr="00CA2922">
        <w:tc>
          <w:tcPr>
            <w:tcW w:w="1396" w:type="pct"/>
          </w:tcPr>
          <w:p w14:paraId="174AD16F" w14:textId="07CC2AB4" w:rsidR="006B3342" w:rsidRPr="00182763" w:rsidRDefault="006B3342" w:rsidP="0018276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C515636" w14:textId="353D63CA" w:rsidR="006B3342" w:rsidRPr="00182763" w:rsidRDefault="006B3342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5F7DDB" w:rsidRPr="00336FCA" w:rsidDel="00423CB2" w14:paraId="434B7257" w14:textId="77777777" w:rsidTr="00CD7A28">
        <w:trPr>
          <w:trHeight w:val="212"/>
        </w:trPr>
        <w:tc>
          <w:tcPr>
            <w:tcW w:w="1396" w:type="pct"/>
          </w:tcPr>
          <w:p w14:paraId="2398923F" w14:textId="6217DFE5" w:rsidR="005F7DDB" w:rsidRPr="00D0338E" w:rsidRDefault="005F7DDB" w:rsidP="0018276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2F43DE" w14:textId="1E73DCFD" w:rsidR="005F7DDB" w:rsidRPr="006B39AE" w:rsidRDefault="005F7DDB" w:rsidP="006B39AE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Produce workplace documents in required format</w:t>
            </w:r>
          </w:p>
        </w:tc>
      </w:tr>
      <w:tr w:rsidR="006B3342" w:rsidRPr="00336FCA" w:rsidDel="00423CB2" w14:paraId="414E3742" w14:textId="77777777" w:rsidTr="00CD7A28">
        <w:trPr>
          <w:trHeight w:val="212"/>
        </w:trPr>
        <w:tc>
          <w:tcPr>
            <w:tcW w:w="1396" w:type="pct"/>
          </w:tcPr>
          <w:p w14:paraId="16DCECA9" w14:textId="10D2F7F5" w:rsidR="006B3342" w:rsidRPr="00182763" w:rsidRDefault="006B3342" w:rsidP="0018276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46FD514" w14:textId="64EA6059" w:rsidR="006B3342" w:rsidRPr="006B39AE" w:rsidRDefault="00336BAF">
            <w:pPr>
              <w:pStyle w:val="SIBulletList1"/>
            </w:pPr>
            <w:r>
              <w:rPr>
                <w:rFonts w:eastAsiaTheme="minorHAnsi"/>
              </w:rPr>
              <w:t>Apply workplace procedures</w:t>
            </w:r>
            <w:r w:rsidR="005F7DDB">
              <w:rPr>
                <w:rFonts w:eastAsiaTheme="minorHAnsi"/>
              </w:rPr>
              <w:t xml:space="preserve"> and legislative responsibilities </w:t>
            </w:r>
            <w:r w:rsidR="00FE388D">
              <w:rPr>
                <w:rFonts w:eastAsiaTheme="minorHAnsi"/>
              </w:rPr>
              <w:t xml:space="preserve">relevant </w:t>
            </w:r>
            <w:r w:rsidR="005F7DDB">
              <w:rPr>
                <w:rFonts w:eastAsiaTheme="minorHAnsi"/>
              </w:rPr>
              <w:t>to own role</w:t>
            </w:r>
          </w:p>
        </w:tc>
      </w:tr>
      <w:tr w:rsidR="00FE388D" w:rsidRPr="00336FCA" w:rsidDel="00423CB2" w14:paraId="1B4D80E5" w14:textId="77777777" w:rsidTr="00CD7A28">
        <w:trPr>
          <w:trHeight w:val="212"/>
        </w:trPr>
        <w:tc>
          <w:tcPr>
            <w:tcW w:w="1396" w:type="pct"/>
          </w:tcPr>
          <w:p w14:paraId="0CE9C60F" w14:textId="1224197B" w:rsidR="00FE388D" w:rsidRPr="00D0338E" w:rsidRDefault="00FE388D" w:rsidP="0018276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F5FDA7A" w14:textId="2CC2002F" w:rsidR="00FE388D" w:rsidRPr="00FE388D" w:rsidDel="006B39AE" w:rsidRDefault="00FE388D">
            <w:pPr>
              <w:pStyle w:val="SIBulletList1"/>
              <w:rPr>
                <w:rFonts w:eastAsiaTheme="minorHAnsi"/>
              </w:rPr>
            </w:pPr>
            <w:r w:rsidRPr="00FE388D">
              <w:rPr>
                <w:rFonts w:eastAsiaTheme="minorHAnsi"/>
              </w:rPr>
              <w:t>Use required communication mode to report operational information to relevant personnel</w:t>
            </w:r>
          </w:p>
        </w:tc>
      </w:tr>
      <w:tr w:rsidR="006B3342" w:rsidRPr="00336FCA" w:rsidDel="00423CB2" w14:paraId="47958397" w14:textId="77777777" w:rsidTr="00CD7A28">
        <w:trPr>
          <w:trHeight w:val="212"/>
        </w:trPr>
        <w:tc>
          <w:tcPr>
            <w:tcW w:w="1396" w:type="pct"/>
          </w:tcPr>
          <w:p w14:paraId="70AAB464" w14:textId="562DD389" w:rsidR="006B3342" w:rsidRPr="00182763" w:rsidRDefault="006B3342" w:rsidP="0018276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E165DB0" w14:textId="12E9F9FE" w:rsidR="006B3342" w:rsidRPr="00DB5430" w:rsidRDefault="006B3342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Respond to routine problems </w:t>
            </w:r>
            <w:r w:rsidR="00336BAF">
              <w:rPr>
                <w:rFonts w:eastAsiaTheme="minorHAnsi"/>
              </w:rPr>
              <w:t>by referring to workplace procedures</w:t>
            </w:r>
          </w:p>
          <w:p w14:paraId="65068E7F" w14:textId="7FAD1A5F" w:rsidR="005F7DDB" w:rsidRPr="00182763" w:rsidRDefault="005F7DDB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4DE60F72" w14:textId="77777777" w:rsidR="00916CD7" w:rsidRDefault="00916CD7" w:rsidP="005F771F">
      <w:pPr>
        <w:pStyle w:val="SIText"/>
      </w:pPr>
    </w:p>
    <w:p w14:paraId="0DEB6F3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433DFF" w14:textId="77777777" w:rsidTr="00F33FF2">
        <w:tc>
          <w:tcPr>
            <w:tcW w:w="5000" w:type="pct"/>
            <w:gridSpan w:val="4"/>
          </w:tcPr>
          <w:p w14:paraId="1C1672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9276F" w14:textId="77777777" w:rsidTr="00F33FF2">
        <w:tc>
          <w:tcPr>
            <w:tcW w:w="1028" w:type="pct"/>
          </w:tcPr>
          <w:p w14:paraId="42AE21F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59379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2B6DDF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F4B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763" w14:paraId="581C7FF2" w14:textId="77777777" w:rsidTr="00F33FF2">
        <w:tc>
          <w:tcPr>
            <w:tcW w:w="1028" w:type="pct"/>
          </w:tcPr>
          <w:p w14:paraId="485AB254" w14:textId="61866165" w:rsidR="00182763" w:rsidRPr="00182763" w:rsidRDefault="00FE388D" w:rsidP="00D427D5">
            <w:pPr>
              <w:pStyle w:val="SIText"/>
            </w:pPr>
            <w:r>
              <w:t>FBPVIT</w:t>
            </w:r>
            <w:r w:rsidR="00182763" w:rsidRPr="00182763">
              <w:t>3</w:t>
            </w:r>
            <w:r w:rsidR="00D427D5">
              <w:t>XXX</w:t>
            </w:r>
            <w:r w:rsidR="00182763" w:rsidRPr="00182763">
              <w:t xml:space="preserve"> </w:t>
            </w:r>
            <w:r w:rsidR="00F45942">
              <w:t>Maintain field nursery</w:t>
            </w:r>
          </w:p>
        </w:tc>
        <w:tc>
          <w:tcPr>
            <w:tcW w:w="1105" w:type="pct"/>
          </w:tcPr>
          <w:p w14:paraId="5A7814A9" w14:textId="77777777" w:rsidR="00182763" w:rsidRPr="00182763" w:rsidRDefault="00182763" w:rsidP="00182763">
            <w:pPr>
              <w:pStyle w:val="SIText"/>
            </w:pPr>
            <w:r w:rsidRPr="00182763">
              <w:t>FDFWGG3005A Perform field nursery activities</w:t>
            </w:r>
          </w:p>
        </w:tc>
        <w:tc>
          <w:tcPr>
            <w:tcW w:w="1251" w:type="pct"/>
          </w:tcPr>
          <w:p w14:paraId="0A8CD5B8" w14:textId="77777777" w:rsidR="0024322D" w:rsidRPr="0024322D" w:rsidRDefault="0024322D" w:rsidP="0024322D">
            <w:pPr>
              <w:pStyle w:val="SIText"/>
            </w:pPr>
            <w:r w:rsidRPr="0024322D">
              <w:t>Updated to meet Standards for Training Packages</w:t>
            </w:r>
          </w:p>
          <w:p w14:paraId="57EFAC57" w14:textId="7B535CD1" w:rsidR="0024322D" w:rsidRPr="0024322D" w:rsidRDefault="0024322D" w:rsidP="0024322D">
            <w:pPr>
              <w:pStyle w:val="SIText"/>
            </w:pPr>
            <w:r w:rsidRPr="0024322D">
              <w:t xml:space="preserve">Code </w:t>
            </w:r>
            <w:r>
              <w:t xml:space="preserve">and title </w:t>
            </w:r>
            <w:r w:rsidRPr="0024322D">
              <w:t xml:space="preserve">changed to reflect </w:t>
            </w:r>
            <w:r w:rsidR="00D427D5">
              <w:t>industry sector</w:t>
            </w:r>
          </w:p>
          <w:p w14:paraId="3D93FDA2" w14:textId="20B35DCC" w:rsidR="00182763" w:rsidRPr="00182763" w:rsidRDefault="0024322D" w:rsidP="0024322D">
            <w:pPr>
              <w:pStyle w:val="SIText"/>
            </w:pPr>
            <w:r w:rsidRPr="0024322D">
              <w:t>Minor changes to performance criteria for clarity</w:t>
            </w:r>
          </w:p>
        </w:tc>
        <w:tc>
          <w:tcPr>
            <w:tcW w:w="1616" w:type="pct"/>
          </w:tcPr>
          <w:p w14:paraId="717607F7" w14:textId="77777777" w:rsidR="00182763" w:rsidRPr="00182763" w:rsidRDefault="00182763" w:rsidP="00182763">
            <w:pPr>
              <w:pStyle w:val="SIText"/>
            </w:pPr>
            <w:r w:rsidRPr="00182763">
              <w:t>Equivalent unit</w:t>
            </w:r>
          </w:p>
        </w:tc>
      </w:tr>
    </w:tbl>
    <w:p w14:paraId="5865526F" w14:textId="058BC83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45942" w:rsidRPr="00A55106" w14:paraId="34F25E59" w14:textId="77777777" w:rsidTr="00DB5430">
        <w:tc>
          <w:tcPr>
            <w:tcW w:w="1028" w:type="pct"/>
            <w:shd w:val="clear" w:color="auto" w:fill="auto"/>
          </w:tcPr>
          <w:p w14:paraId="42185F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3C0B7F9B" w14:textId="536E510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</w:t>
            </w:r>
            <w:r w:rsidR="00F45942">
              <w:t xml:space="preserve"> </w:t>
            </w:r>
            <w:r w:rsidR="00346FDC">
              <w:t xml:space="preserve">VETNet: </w:t>
            </w:r>
          </w:p>
          <w:p w14:paraId="202B373A" w14:textId="111EC643" w:rsidR="00F1480E" w:rsidRPr="000754EC" w:rsidRDefault="00F45942" w:rsidP="00F45942">
            <w:pPr>
              <w:pStyle w:val="SIText"/>
            </w:pPr>
            <w:r>
              <w:rPr>
                <w:rFonts w:eastAsiaTheme="minorHAnsi" w:cs="Times"/>
                <w:color w:val="0000E9"/>
                <w:u w:val="single" w:color="0000E9"/>
                <w:lang w:val="en-US"/>
              </w:rPr>
              <w:t>https://vetnet.education.gov.au/Pages/TrainingDocs.aspx?q=78b15323-cd38-483e-aad7-1159b570a5c4</w:t>
            </w:r>
            <w:r>
              <w:br/>
            </w:r>
          </w:p>
        </w:tc>
      </w:tr>
    </w:tbl>
    <w:p w14:paraId="511A519A" w14:textId="77777777" w:rsidR="00F1480E" w:rsidRDefault="00F1480E" w:rsidP="005F771F">
      <w:pPr>
        <w:pStyle w:val="SIText"/>
      </w:pPr>
    </w:p>
    <w:p w14:paraId="79B94F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82763" w:rsidRPr="00E91BFF" w14:paraId="56AD0B1C" w14:textId="77777777" w:rsidTr="00395072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52D7617" w14:textId="35C4591E" w:rsidR="00182763" w:rsidRPr="00182763" w:rsidRDefault="005B4CB8" w:rsidP="005B4CB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C182E17" w14:textId="209EA76B" w:rsidR="00182763" w:rsidRPr="00182763" w:rsidRDefault="005B4CB8" w:rsidP="005B4C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</w:t>
            </w:r>
            <w:r w:rsidR="00B70CD8">
              <w:rPr>
                <w:rFonts w:eastAsiaTheme="minorHAnsi"/>
              </w:rPr>
              <w:t>for</w:t>
            </w:r>
            <w:r w:rsidR="00FE388D">
              <w:rPr>
                <w:rFonts w:eastAsiaTheme="minorHAnsi"/>
              </w:rPr>
              <w:t xml:space="preserve"> FBPVIT</w:t>
            </w:r>
            <w:r>
              <w:t>3</w:t>
            </w:r>
            <w:r w:rsidR="00D427D5">
              <w:t>XXX</w:t>
            </w:r>
            <w:r>
              <w:t xml:space="preserve"> </w:t>
            </w:r>
            <w:r w:rsidR="00277163">
              <w:t xml:space="preserve">Maintain </w:t>
            </w:r>
            <w:r w:rsidR="00277163" w:rsidRPr="006A23B6">
              <w:t>field nursery</w:t>
            </w:r>
          </w:p>
        </w:tc>
      </w:tr>
      <w:tr w:rsidR="00556C4C" w:rsidRPr="00A55106" w14:paraId="7E53691E" w14:textId="77777777" w:rsidTr="00182763">
        <w:trPr>
          <w:trHeight w:val="420"/>
          <w:tblHeader/>
        </w:trPr>
        <w:tc>
          <w:tcPr>
            <w:tcW w:w="5000" w:type="pct"/>
            <w:gridSpan w:val="2"/>
            <w:shd w:val="clear" w:color="auto" w:fill="auto"/>
          </w:tcPr>
          <w:p w14:paraId="47901A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F0E347" w14:textId="77777777" w:rsidTr="00113678">
        <w:tc>
          <w:tcPr>
            <w:tcW w:w="5000" w:type="pct"/>
            <w:gridSpan w:val="2"/>
            <w:shd w:val="clear" w:color="auto" w:fill="auto"/>
          </w:tcPr>
          <w:p w14:paraId="60F49EB4" w14:textId="1ADBB79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60B2987" w14:textId="77777777" w:rsidR="00FC156B" w:rsidRPr="000754EC" w:rsidRDefault="00FC156B" w:rsidP="000754EC">
            <w:pPr>
              <w:pStyle w:val="SIText"/>
            </w:pPr>
          </w:p>
          <w:p w14:paraId="11A7F9EA" w14:textId="071A1BB0" w:rsidR="006B3342" w:rsidRDefault="006B3342" w:rsidP="00395072">
            <w:pPr>
              <w:pStyle w:val="SIText"/>
            </w:pPr>
            <w:r w:rsidRPr="006B3342">
              <w:t>There must be evidence that the individual has</w:t>
            </w:r>
            <w:r w:rsidR="00FE388D">
              <w:t xml:space="preserve"> effectively undertaken activities to </w:t>
            </w:r>
            <w:r w:rsidR="00A56E1C" w:rsidRPr="00A56E1C">
              <w:t xml:space="preserve">maintain </w:t>
            </w:r>
            <w:r w:rsidR="005F7DDB">
              <w:t xml:space="preserve">a </w:t>
            </w:r>
            <w:r w:rsidR="00A56E1C" w:rsidRPr="00A56E1C">
              <w:t xml:space="preserve">field nursery </w:t>
            </w:r>
            <w:r w:rsidR="00FE388D">
              <w:t xml:space="preserve">at least once </w:t>
            </w:r>
            <w:r w:rsidR="005F7DDB">
              <w:t>including</w:t>
            </w:r>
            <w:r w:rsidR="00FE388D">
              <w:t xml:space="preserve"> </w:t>
            </w:r>
            <w:r w:rsidR="00FE388D" w:rsidRPr="00FE388D">
              <w:t>plant</w:t>
            </w:r>
            <w:r w:rsidR="00FE388D">
              <w:t>ing</w:t>
            </w:r>
            <w:r w:rsidR="00FE388D" w:rsidRPr="00FE388D">
              <w:t>, maintain</w:t>
            </w:r>
            <w:r w:rsidR="00FE388D">
              <w:t>ing</w:t>
            </w:r>
            <w:r w:rsidR="00FE388D" w:rsidRPr="00FE388D">
              <w:t xml:space="preserve"> and process</w:t>
            </w:r>
            <w:r w:rsidR="00FE388D">
              <w:t>ing</w:t>
            </w:r>
            <w:r w:rsidR="00FE388D" w:rsidRPr="00FE388D">
              <w:t xml:space="preserve"> field nursery vines</w:t>
            </w:r>
            <w:r w:rsidR="00FE388D">
              <w:t xml:space="preserve"> </w:t>
            </w:r>
            <w:r w:rsidR="00B70CD8">
              <w:t>and</w:t>
            </w:r>
            <w:r w:rsidRPr="006B3342">
              <w:t>:</w:t>
            </w:r>
          </w:p>
          <w:p w14:paraId="471BCC63" w14:textId="07D2B39D" w:rsidR="00562610" w:rsidRDefault="00562610" w:rsidP="00182763">
            <w:pPr>
              <w:pStyle w:val="SIBulletList1"/>
            </w:pPr>
            <w:r w:rsidRPr="00263593">
              <w:t>following work</w:t>
            </w:r>
            <w:r w:rsidR="005F7DDB">
              <w:t>place</w:t>
            </w:r>
            <w:r w:rsidRPr="00263593">
              <w:t xml:space="preserve"> health and safety procedures</w:t>
            </w:r>
          </w:p>
          <w:p w14:paraId="00ABAF09" w14:textId="41A0646D" w:rsidR="00182763" w:rsidRPr="00182763" w:rsidRDefault="005F7DDB" w:rsidP="00182763">
            <w:pPr>
              <w:pStyle w:val="SIBulletList1"/>
            </w:pPr>
            <w:r>
              <w:t>selecting and fitting</w:t>
            </w:r>
            <w:r w:rsidRPr="00182763">
              <w:t xml:space="preserve"> </w:t>
            </w:r>
            <w:r w:rsidR="00182763" w:rsidRPr="00182763">
              <w:t>personal protective equipment</w:t>
            </w:r>
          </w:p>
          <w:p w14:paraId="013C6313" w14:textId="41396EE8" w:rsidR="00F45942" w:rsidRDefault="00F45942" w:rsidP="00182763">
            <w:pPr>
              <w:pStyle w:val="SIBulletList1"/>
            </w:pPr>
            <w:r>
              <w:t xml:space="preserve">planting in field nursery </w:t>
            </w:r>
            <w:r w:rsidR="005F7DDB">
              <w:t>a</w:t>
            </w:r>
            <w:r w:rsidR="005F7DDB" w:rsidRPr="005F7DDB">
              <w:t>ccording to workplace procedures</w:t>
            </w:r>
          </w:p>
          <w:p w14:paraId="55669B66" w14:textId="480B7764" w:rsidR="00182763" w:rsidRPr="00182763" w:rsidRDefault="00F45942" w:rsidP="00182763">
            <w:pPr>
              <w:pStyle w:val="SIBulletList1"/>
            </w:pPr>
            <w:r>
              <w:t>f</w:t>
            </w:r>
            <w:r w:rsidR="00182763" w:rsidRPr="00182763">
              <w:t>ollowing vine protection procedures</w:t>
            </w:r>
          </w:p>
          <w:p w14:paraId="5C647B8F" w14:textId="7AF012E3" w:rsidR="00182763" w:rsidRPr="00182763" w:rsidRDefault="00182763" w:rsidP="00182763">
            <w:pPr>
              <w:pStyle w:val="SIBulletList1"/>
            </w:pPr>
            <w:r w:rsidRPr="00182763">
              <w:t>preparing for, implementing and monitoring nursery activities</w:t>
            </w:r>
          </w:p>
          <w:p w14:paraId="15E50AA6" w14:textId="77777777" w:rsidR="00182763" w:rsidRDefault="00182763" w:rsidP="00902AED">
            <w:pPr>
              <w:pStyle w:val="SIBulletList1"/>
            </w:pPr>
            <w:r w:rsidRPr="00182763">
              <w:t>preparing vine rootlings for transport</w:t>
            </w:r>
          </w:p>
          <w:p w14:paraId="73D55D2C" w14:textId="77777777" w:rsidR="005F7DDB" w:rsidRDefault="00182763" w:rsidP="00902AED">
            <w:pPr>
              <w:pStyle w:val="SIBulletList1"/>
            </w:pPr>
            <w:r w:rsidRPr="00182763">
              <w:t>monitoring the health of rootlings</w:t>
            </w:r>
          </w:p>
          <w:p w14:paraId="0ED632C9" w14:textId="536094CB" w:rsidR="0026394F" w:rsidRDefault="005F7DDB" w:rsidP="00902AED">
            <w:pPr>
              <w:pStyle w:val="SIBulletList1"/>
            </w:pPr>
            <w:r>
              <w:t>Identify and address non-</w:t>
            </w:r>
            <w:r w:rsidR="00B70CD8">
              <w:t>conformances</w:t>
            </w:r>
            <w:r w:rsidR="00182763" w:rsidRPr="00182763">
              <w:t>.</w:t>
            </w:r>
          </w:p>
          <w:p w14:paraId="4A671080" w14:textId="77777777" w:rsidR="00556C4C" w:rsidRPr="000754EC" w:rsidRDefault="00556C4C" w:rsidP="00CD7A28"/>
        </w:tc>
      </w:tr>
    </w:tbl>
    <w:p w14:paraId="2A4C0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202A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808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82763" w:rsidRPr="00067E1C" w14:paraId="06A10305" w14:textId="77777777" w:rsidTr="00CA2922">
        <w:tc>
          <w:tcPr>
            <w:tcW w:w="5000" w:type="pct"/>
            <w:shd w:val="clear" w:color="auto" w:fill="auto"/>
          </w:tcPr>
          <w:p w14:paraId="5DA849F6" w14:textId="7CF546BA" w:rsidR="00182763" w:rsidRDefault="00182763" w:rsidP="00585F19">
            <w:pPr>
              <w:pStyle w:val="SIText"/>
            </w:pPr>
            <w:r w:rsidRPr="00182763">
              <w:t>An individual must be able to demonstrate the knowledge required to perform the tasks outlined in the elements and performance criteria of this unit. This includes knowledge of:</w:t>
            </w:r>
          </w:p>
          <w:p w14:paraId="6CF4D92D" w14:textId="0F3FE1D9" w:rsidR="005F7DDB" w:rsidRPr="005F7DDB" w:rsidRDefault="005F7DDB" w:rsidP="005F7DDB">
            <w:pPr>
              <w:pStyle w:val="SIBulletList1"/>
            </w:pPr>
            <w:r w:rsidRPr="00182763">
              <w:t>work</w:t>
            </w:r>
            <w:r>
              <w:t>place</w:t>
            </w:r>
            <w:r w:rsidRPr="00182763">
              <w:t xml:space="preserve"> health and safety hazards and controls</w:t>
            </w:r>
          </w:p>
          <w:p w14:paraId="083C7E46" w14:textId="1E59F905" w:rsidR="005F7DDB" w:rsidRPr="005F7DDB" w:rsidRDefault="005F7DDB" w:rsidP="00DB5430">
            <w:pPr>
              <w:pStyle w:val="SIBulletList1"/>
            </w:pPr>
            <w:r w:rsidRPr="00182763">
              <w:t>personal protective equipment</w:t>
            </w:r>
          </w:p>
          <w:p w14:paraId="119299D4" w14:textId="77777777" w:rsidR="00182763" w:rsidRDefault="00182763" w:rsidP="00BA5077">
            <w:pPr>
              <w:pStyle w:val="SIBulletList1"/>
            </w:pPr>
            <w:r w:rsidRPr="00182763">
              <w:t>preparing field nursery bed for planting:</w:t>
            </w:r>
          </w:p>
          <w:p w14:paraId="6A2F16B0" w14:textId="77777777" w:rsidR="00BA5077" w:rsidRPr="00BA5077" w:rsidRDefault="00BA5077" w:rsidP="00DB5430">
            <w:pPr>
              <w:pStyle w:val="SIBulletList2"/>
            </w:pPr>
            <w:r w:rsidRPr="00BA5077">
              <w:t>treatment of weeds</w:t>
            </w:r>
          </w:p>
          <w:p w14:paraId="2B865467" w14:textId="6C2782BE" w:rsidR="00BA5077" w:rsidRPr="00BA5077" w:rsidRDefault="00A06366" w:rsidP="00DB5430">
            <w:pPr>
              <w:pStyle w:val="SIBulletList2"/>
            </w:pPr>
            <w:r>
              <w:t>soil cultivation</w:t>
            </w:r>
            <w:r w:rsidR="005F7DDB">
              <w:t xml:space="preserve"> and nutrition</w:t>
            </w:r>
          </w:p>
          <w:p w14:paraId="26EF455B" w14:textId="77777777" w:rsidR="00BA5077" w:rsidRPr="00BA5077" w:rsidRDefault="00BA5077" w:rsidP="00DB5430">
            <w:pPr>
              <w:pStyle w:val="SIBulletList2"/>
            </w:pPr>
            <w:r w:rsidRPr="00BA5077">
              <w:t>planning vine planting</w:t>
            </w:r>
          </w:p>
          <w:p w14:paraId="444477F2" w14:textId="77777777" w:rsidR="00BA5077" w:rsidRPr="00BA5077" w:rsidRDefault="00BA5077" w:rsidP="00DB5430">
            <w:pPr>
              <w:pStyle w:val="SIBulletList2"/>
            </w:pPr>
            <w:r w:rsidRPr="00BA5077">
              <w:t>application of weed matting</w:t>
            </w:r>
          </w:p>
          <w:p w14:paraId="11BA481F" w14:textId="1A2DEE60" w:rsidR="00BA5077" w:rsidRPr="00BA5077" w:rsidRDefault="00BA5077" w:rsidP="00DB5430">
            <w:pPr>
              <w:pStyle w:val="SIBulletList2"/>
            </w:pPr>
            <w:r w:rsidRPr="00BA5077">
              <w:t>herbicide</w:t>
            </w:r>
            <w:r w:rsidR="005F7DDB">
              <w:t xml:space="preserve"> and </w:t>
            </w:r>
            <w:r w:rsidR="000B0280">
              <w:t>fertiliser</w:t>
            </w:r>
            <w:r w:rsidRPr="00BA5077">
              <w:t xml:space="preserve"> treatment</w:t>
            </w:r>
            <w:r w:rsidR="005F7DDB">
              <w:t>s</w:t>
            </w:r>
          </w:p>
          <w:p w14:paraId="00742EF0" w14:textId="66A61B47" w:rsidR="00BA5077" w:rsidRDefault="00BA5077" w:rsidP="00DB5430">
            <w:pPr>
              <w:pStyle w:val="SIBulletList2"/>
            </w:pPr>
            <w:r w:rsidRPr="00BA5077">
              <w:t>positioning irrigation pipes and points</w:t>
            </w:r>
          </w:p>
          <w:p w14:paraId="7A3355EC" w14:textId="0D714F42" w:rsidR="00F45942" w:rsidRPr="00182763" w:rsidRDefault="00C44A23" w:rsidP="00BA5077">
            <w:pPr>
              <w:pStyle w:val="SIBulletList1"/>
            </w:pPr>
            <w:r>
              <w:t xml:space="preserve">methods </w:t>
            </w:r>
            <w:r w:rsidR="005F7DDB">
              <w:t>of</w:t>
            </w:r>
            <w:r>
              <w:t xml:space="preserve"> </w:t>
            </w:r>
            <w:r w:rsidR="00F45942">
              <w:t>planting in field nursery</w:t>
            </w:r>
          </w:p>
          <w:p w14:paraId="3808332E" w14:textId="523741DC" w:rsidR="00182763" w:rsidRPr="00182763" w:rsidRDefault="00182763" w:rsidP="00BA5077">
            <w:pPr>
              <w:pStyle w:val="SIBulletList1"/>
            </w:pPr>
            <w:r w:rsidRPr="00182763">
              <w:t>selecting and applying vine protection methods, including:</w:t>
            </w:r>
          </w:p>
          <w:p w14:paraId="2DA04E8B" w14:textId="2CE67EF2" w:rsidR="00182763" w:rsidRPr="00182763" w:rsidRDefault="005F7DDB" w:rsidP="00DB5430">
            <w:pPr>
              <w:pStyle w:val="SIBulletList2"/>
            </w:pPr>
            <w:r>
              <w:t>weather conditions</w:t>
            </w:r>
          </w:p>
          <w:p w14:paraId="79F1F45F" w14:textId="14EDC0DE" w:rsidR="00182763" w:rsidRPr="00182763" w:rsidRDefault="00182763" w:rsidP="00DB5430">
            <w:pPr>
              <w:pStyle w:val="SIBulletList2"/>
            </w:pPr>
            <w:r w:rsidRPr="00182763">
              <w:t>vineyard pests</w:t>
            </w:r>
          </w:p>
          <w:p w14:paraId="5238E476" w14:textId="21A0E494" w:rsidR="00182763" w:rsidRPr="00182763" w:rsidRDefault="00182763" w:rsidP="00DB5430">
            <w:pPr>
              <w:pStyle w:val="SIBulletList2"/>
            </w:pPr>
            <w:r w:rsidRPr="00182763">
              <w:t>orientation of vineyard</w:t>
            </w:r>
          </w:p>
          <w:p w14:paraId="6BA157C2" w14:textId="77777777" w:rsidR="00182763" w:rsidRPr="00182763" w:rsidRDefault="00182763" w:rsidP="00DB5430">
            <w:pPr>
              <w:pStyle w:val="SIBulletList2"/>
            </w:pPr>
            <w:r w:rsidRPr="00182763">
              <w:t>irrigation or fertilisation schedule</w:t>
            </w:r>
          </w:p>
          <w:p w14:paraId="0C43C5C2" w14:textId="09DA2767" w:rsidR="00182763" w:rsidRPr="00182763" w:rsidRDefault="005F7DDB" w:rsidP="00BA5077">
            <w:pPr>
              <w:pStyle w:val="SIBulletList1"/>
            </w:pPr>
            <w:r>
              <w:t>maintaining</w:t>
            </w:r>
            <w:r w:rsidR="005B2101">
              <w:t xml:space="preserve"> health </w:t>
            </w:r>
            <w:r w:rsidR="00182763" w:rsidRPr="00182763">
              <w:t>of growing vines</w:t>
            </w:r>
          </w:p>
          <w:p w14:paraId="1F064B1E" w14:textId="11264A86" w:rsidR="00182763" w:rsidRPr="00182763" w:rsidRDefault="00182763" w:rsidP="00BA5077">
            <w:pPr>
              <w:pStyle w:val="SIBulletList1"/>
            </w:pPr>
            <w:r w:rsidRPr="00182763">
              <w:t>common causes and signs of growth disorders and corrective action required:</w:t>
            </w:r>
          </w:p>
          <w:p w14:paraId="74979BB9" w14:textId="77777777" w:rsidR="00182763" w:rsidRPr="00182763" w:rsidRDefault="00182763" w:rsidP="00DB5430">
            <w:pPr>
              <w:pStyle w:val="SIBulletList2"/>
            </w:pPr>
            <w:r w:rsidRPr="00182763">
              <w:t>soil moisture</w:t>
            </w:r>
          </w:p>
          <w:p w14:paraId="773E0E53" w14:textId="1505DE44" w:rsidR="00182763" w:rsidRPr="00182763" w:rsidRDefault="00182763" w:rsidP="00DB5430">
            <w:pPr>
              <w:pStyle w:val="SIBulletList2"/>
            </w:pPr>
            <w:r w:rsidRPr="00182763">
              <w:t>signs of disease and pests</w:t>
            </w:r>
            <w:r w:rsidR="000B0280">
              <w:t xml:space="preserve"> and nutrient deficiency</w:t>
            </w:r>
          </w:p>
          <w:p w14:paraId="22B88BC0" w14:textId="77777777" w:rsidR="00182763" w:rsidRPr="00182763" w:rsidRDefault="00182763" w:rsidP="00DB5430">
            <w:pPr>
              <w:pStyle w:val="SIBulletList2"/>
            </w:pPr>
            <w:r w:rsidRPr="00182763">
              <w:t>water stress</w:t>
            </w:r>
          </w:p>
          <w:p w14:paraId="5C9CE152" w14:textId="77777777" w:rsidR="00182763" w:rsidRPr="00182763" w:rsidRDefault="00182763" w:rsidP="00DB5430">
            <w:pPr>
              <w:pStyle w:val="SIBulletList2"/>
            </w:pPr>
            <w:r w:rsidRPr="00182763">
              <w:t>growth rate</w:t>
            </w:r>
          </w:p>
          <w:p w14:paraId="5518D3E2" w14:textId="4933AC66" w:rsidR="00182763" w:rsidRPr="00182763" w:rsidRDefault="00182763" w:rsidP="00BA5077">
            <w:pPr>
              <w:pStyle w:val="SIBulletList1"/>
            </w:pPr>
            <w:r w:rsidRPr="00182763">
              <w:t>procedures for lifting vine rootlings from the nursery bed:</w:t>
            </w:r>
          </w:p>
          <w:p w14:paraId="34856529" w14:textId="5E69AA6E" w:rsidR="00182763" w:rsidRPr="00182763" w:rsidRDefault="00182763" w:rsidP="00DB5430">
            <w:pPr>
              <w:pStyle w:val="SIBulletList2"/>
            </w:pPr>
            <w:r w:rsidRPr="00182763">
              <w:t>ensuring minimal plant damage</w:t>
            </w:r>
          </w:p>
          <w:p w14:paraId="7C86AA7C" w14:textId="16BC34F3" w:rsidR="00182763" w:rsidRPr="00182763" w:rsidRDefault="00182763" w:rsidP="00DB5430">
            <w:pPr>
              <w:pStyle w:val="SIBulletList2"/>
            </w:pPr>
            <w:r w:rsidRPr="00182763">
              <w:t xml:space="preserve">roots undercut </w:t>
            </w:r>
          </w:p>
          <w:p w14:paraId="2D555F23" w14:textId="61077D4C" w:rsidR="00182763" w:rsidRPr="00182763" w:rsidRDefault="00182763" w:rsidP="00BA5077">
            <w:pPr>
              <w:pStyle w:val="SIBulletList1"/>
            </w:pPr>
            <w:r w:rsidRPr="00182763">
              <w:t>procedures for transporting rootlings:</w:t>
            </w:r>
          </w:p>
          <w:p w14:paraId="2083875B" w14:textId="77777777" w:rsidR="00182763" w:rsidRPr="00182763" w:rsidRDefault="00182763" w:rsidP="00DB5430">
            <w:pPr>
              <w:pStyle w:val="SIBulletList2"/>
            </w:pPr>
            <w:r w:rsidRPr="00182763">
              <w:t>trimming</w:t>
            </w:r>
          </w:p>
          <w:p w14:paraId="70EC6A99" w14:textId="77777777" w:rsidR="00182763" w:rsidRPr="00182763" w:rsidRDefault="00182763" w:rsidP="00DB5430">
            <w:pPr>
              <w:pStyle w:val="SIBulletList2"/>
            </w:pPr>
            <w:r w:rsidRPr="00182763">
              <w:t>counting and bundling</w:t>
            </w:r>
          </w:p>
          <w:p w14:paraId="38C266CB" w14:textId="2EF3CF48" w:rsidR="00182763" w:rsidRPr="00182763" w:rsidRDefault="00182763" w:rsidP="00DB5430">
            <w:pPr>
              <w:pStyle w:val="SIBulletList2"/>
            </w:pPr>
            <w:r w:rsidRPr="00182763">
              <w:t>labelling</w:t>
            </w:r>
            <w:r w:rsidR="000B0280">
              <w:t>, grading and packing</w:t>
            </w:r>
          </w:p>
          <w:p w14:paraId="4A7A4416" w14:textId="48B23465" w:rsidR="00182763" w:rsidRPr="00182763" w:rsidRDefault="00182763" w:rsidP="00BA5077">
            <w:pPr>
              <w:pStyle w:val="SIBulletList1"/>
            </w:pPr>
            <w:r w:rsidRPr="00182763">
              <w:t>procedures for taking corrective action in response to out-of-specification growth or appearance</w:t>
            </w:r>
          </w:p>
          <w:p w14:paraId="4F92CCB8" w14:textId="77777777" w:rsidR="00182763" w:rsidRPr="00182763" w:rsidRDefault="00182763" w:rsidP="00BA5077">
            <w:pPr>
              <w:pStyle w:val="SIBulletList1"/>
            </w:pPr>
            <w:r w:rsidRPr="00182763">
              <w:t>procedures and responsibility for reporting problems</w:t>
            </w:r>
          </w:p>
          <w:p w14:paraId="4DC488AF" w14:textId="77777777" w:rsidR="00182763" w:rsidRPr="00182763" w:rsidRDefault="00182763" w:rsidP="00BA5077">
            <w:pPr>
              <w:pStyle w:val="SIBulletList1"/>
            </w:pPr>
            <w:r w:rsidRPr="00182763">
              <w:t>environmental issues and controls</w:t>
            </w:r>
          </w:p>
          <w:p w14:paraId="07BC7340" w14:textId="7790E759" w:rsidR="00182763" w:rsidRDefault="00182763" w:rsidP="00BA5077">
            <w:pPr>
              <w:pStyle w:val="SIBulletList1"/>
            </w:pPr>
            <w:r w:rsidRPr="00182763">
              <w:t>reporting and recording requirements</w:t>
            </w:r>
            <w:r w:rsidR="00341D30">
              <w:t>.</w:t>
            </w:r>
          </w:p>
          <w:p w14:paraId="06264E93" w14:textId="77777777" w:rsidR="00182763" w:rsidRPr="000754EC" w:rsidRDefault="0018276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FCF62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57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1FA2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A99088" w14:textId="77777777" w:rsidTr="00395072">
        <w:trPr>
          <w:trHeight w:val="3941"/>
        </w:trPr>
        <w:tc>
          <w:tcPr>
            <w:tcW w:w="5000" w:type="pct"/>
            <w:shd w:val="clear" w:color="auto" w:fill="auto"/>
          </w:tcPr>
          <w:p w14:paraId="54880816" w14:textId="7370582F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</w:t>
            </w:r>
            <w:r w:rsidRPr="00585F19">
              <w:t>of</w:t>
            </w:r>
            <w:r>
              <w:t xml:space="preserve">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1AB2956" w14:textId="77777777" w:rsidR="00182763" w:rsidRPr="00182763" w:rsidRDefault="00182763" w:rsidP="00182763">
            <w:pPr>
              <w:pStyle w:val="SIBulletList1"/>
            </w:pPr>
            <w:r w:rsidRPr="00182763">
              <w:t>physical conditions:</w:t>
            </w:r>
          </w:p>
          <w:p w14:paraId="1E5D6697" w14:textId="73D84481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 xml:space="preserve">a </w:t>
            </w:r>
            <w:r w:rsidR="00876911">
              <w:rPr>
                <w:rFonts w:eastAsia="Calibri"/>
              </w:rPr>
              <w:t xml:space="preserve">field plant nursery </w:t>
            </w:r>
            <w:r w:rsidRPr="00182763">
              <w:rPr>
                <w:rFonts w:eastAsia="Calibri"/>
              </w:rPr>
              <w:t>workplace</w:t>
            </w:r>
            <w:bookmarkStart w:id="0" w:name="_GoBack"/>
            <w:bookmarkEnd w:id="0"/>
            <w:r w:rsidRPr="00182763">
              <w:rPr>
                <w:rFonts w:eastAsia="Calibri"/>
              </w:rPr>
              <w:t xml:space="preserve"> or an environment that accurately represents workplace conditions</w:t>
            </w:r>
          </w:p>
          <w:p w14:paraId="003577FE" w14:textId="77777777" w:rsidR="00182763" w:rsidRPr="00182763" w:rsidRDefault="00182763" w:rsidP="00182763">
            <w:pPr>
              <w:pStyle w:val="SIBulletList1"/>
            </w:pPr>
            <w:r w:rsidRPr="00182763">
              <w:t>resources, equipment and materials:</w:t>
            </w:r>
          </w:p>
          <w:p w14:paraId="1E48FA2E" w14:textId="0D082750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personal protective equipment</w:t>
            </w:r>
          </w:p>
          <w:p w14:paraId="70B2854F" w14:textId="66654E32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 xml:space="preserve">field nursery equipment </w:t>
            </w:r>
          </w:p>
          <w:p w14:paraId="0BB124A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products and materials required for field nursery work</w:t>
            </w:r>
          </w:p>
          <w:p w14:paraId="25D90027" w14:textId="5775CBAC" w:rsidR="00182763" w:rsidRPr="00182763" w:rsidRDefault="000C5C0E" w:rsidP="001827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system for recording information</w:t>
            </w:r>
          </w:p>
          <w:p w14:paraId="10E7A2F3" w14:textId="77777777" w:rsidR="00182763" w:rsidRPr="00182763" w:rsidRDefault="00182763" w:rsidP="00182763">
            <w:pPr>
              <w:pStyle w:val="SIBulletList1"/>
              <w:rPr>
                <w:rFonts w:eastAsia="Calibri"/>
              </w:rPr>
            </w:pPr>
            <w:r w:rsidRPr="00182763">
              <w:rPr>
                <w:rFonts w:eastAsia="Calibri"/>
              </w:rPr>
              <w:t>specifications:</w:t>
            </w:r>
          </w:p>
          <w:p w14:paraId="21630265" w14:textId="5D137AD2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work procedures, including advice on company practices, safe work practices</w:t>
            </w:r>
            <w:r w:rsidR="00562610">
              <w:rPr>
                <w:rFonts w:eastAsia="Calibri"/>
              </w:rPr>
              <w:t xml:space="preserve"> </w:t>
            </w:r>
            <w:r w:rsidRPr="00182763">
              <w:rPr>
                <w:rFonts w:eastAsia="Calibri"/>
              </w:rPr>
              <w:t>and environmental requirements</w:t>
            </w:r>
          </w:p>
          <w:p w14:paraId="6E5FA66B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instructions, information, specifications and schedules.</w:t>
            </w:r>
          </w:p>
          <w:p w14:paraId="66804CE2" w14:textId="77777777" w:rsidR="00182763" w:rsidRPr="00182763" w:rsidRDefault="00182763" w:rsidP="00182763"/>
          <w:p w14:paraId="6312573C" w14:textId="5DDADE31" w:rsidR="00F1480E" w:rsidRPr="000754EC" w:rsidRDefault="00182763" w:rsidP="00585F19">
            <w:pPr>
              <w:pStyle w:val="SIText"/>
              <w:rPr>
                <w:rFonts w:eastAsia="Calibri"/>
              </w:rPr>
            </w:pPr>
            <w:r w:rsidRPr="00182763">
              <w:t>Assessors of this unit must satisfy the requirements for assessors in applicable vocational education and training legislation, frameworks and/or standards.</w:t>
            </w:r>
            <w:r w:rsidR="005B4CB8">
              <w:br/>
            </w:r>
          </w:p>
        </w:tc>
      </w:tr>
    </w:tbl>
    <w:p w14:paraId="711A95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A27CB" w14:textId="77777777" w:rsidTr="004679E3">
        <w:tc>
          <w:tcPr>
            <w:tcW w:w="990" w:type="pct"/>
            <w:shd w:val="clear" w:color="auto" w:fill="auto"/>
          </w:tcPr>
          <w:p w14:paraId="23DDF0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2DE04" w14:textId="77777777" w:rsidR="00037E80" w:rsidRPr="000754EC" w:rsidRDefault="00037E80" w:rsidP="00037E8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C971195" w14:textId="1C2DDAA6" w:rsidR="00CD7A28" w:rsidRPr="000754EC" w:rsidRDefault="00E819BB" w:rsidP="00CD7A28">
            <w:pPr>
              <w:pStyle w:val="SIText"/>
            </w:pPr>
            <w:hyperlink r:id="rId11" w:history="1">
              <w:r w:rsidR="00037E80"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 w:rsidR="00037E80"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4125661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F46E3E" w16cid:durableId="1E60BA4B"/>
  <w16cid:commentId w16cid:paraId="6D991E33" w16cid:durableId="1E60BA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E310A" w14:textId="77777777" w:rsidR="00E819BB" w:rsidRDefault="00E819BB" w:rsidP="00BF3F0A">
      <w:r>
        <w:separator/>
      </w:r>
    </w:p>
    <w:p w14:paraId="375C37EE" w14:textId="77777777" w:rsidR="00E819BB" w:rsidRDefault="00E819BB"/>
  </w:endnote>
  <w:endnote w:type="continuationSeparator" w:id="0">
    <w:p w14:paraId="44F37767" w14:textId="77777777" w:rsidR="00E819BB" w:rsidRDefault="00E819BB" w:rsidP="00BF3F0A">
      <w:r>
        <w:continuationSeparator/>
      </w:r>
    </w:p>
    <w:p w14:paraId="4B388335" w14:textId="77777777" w:rsidR="00E819BB" w:rsidRDefault="00E81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66AB3" w14:textId="0C9169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76911">
          <w:rPr>
            <w:noProof/>
          </w:rPr>
          <w:t>2</w:t>
        </w:r>
        <w:r w:rsidRPr="000754EC">
          <w:fldChar w:fldCharType="end"/>
        </w:r>
      </w:p>
      <w:p w14:paraId="15A835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2340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303EC" w14:textId="77777777" w:rsidR="00E819BB" w:rsidRDefault="00E819BB" w:rsidP="00BF3F0A">
      <w:r>
        <w:separator/>
      </w:r>
    </w:p>
    <w:p w14:paraId="779A5876" w14:textId="77777777" w:rsidR="00E819BB" w:rsidRDefault="00E819BB"/>
  </w:footnote>
  <w:footnote w:type="continuationSeparator" w:id="0">
    <w:p w14:paraId="04FA5F03" w14:textId="77777777" w:rsidR="00E819BB" w:rsidRDefault="00E819BB" w:rsidP="00BF3F0A">
      <w:r>
        <w:continuationSeparator/>
      </w:r>
    </w:p>
    <w:p w14:paraId="141BB70E" w14:textId="77777777" w:rsidR="00E819BB" w:rsidRDefault="00E819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D9CF" w14:textId="0C4979EB" w:rsidR="009C2650" w:rsidRPr="000754EC" w:rsidRDefault="00FE388D" w:rsidP="00146EEC">
    <w:pPr>
      <w:pStyle w:val="SIText"/>
    </w:pPr>
    <w:r>
      <w:t>FBPVIT</w:t>
    </w:r>
    <w:r w:rsidR="00542D2A">
      <w:t>3</w:t>
    </w:r>
    <w:r w:rsidR="00D427D5">
      <w:t>XXX</w:t>
    </w:r>
    <w:r w:rsidR="00542D2A" w:rsidRPr="00542D2A">
      <w:t xml:space="preserve"> </w:t>
    </w:r>
    <w:r w:rsidR="00277163">
      <w:t xml:space="preserve">Maintain </w:t>
    </w:r>
    <w:r w:rsidR="00542D2A" w:rsidRPr="006A23B6">
      <w:t>field nursery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141D4"/>
    <w:multiLevelType w:val="multilevel"/>
    <w:tmpl w:val="3474A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2A"/>
    <w:rsid w:val="000014B9"/>
    <w:rsid w:val="00005A15"/>
    <w:rsid w:val="0001108F"/>
    <w:rsid w:val="000115E2"/>
    <w:rsid w:val="000126D0"/>
    <w:rsid w:val="0001296A"/>
    <w:rsid w:val="000131FF"/>
    <w:rsid w:val="00016803"/>
    <w:rsid w:val="00023992"/>
    <w:rsid w:val="00026A82"/>
    <w:rsid w:val="000275AE"/>
    <w:rsid w:val="00037E80"/>
    <w:rsid w:val="00041E59"/>
    <w:rsid w:val="00054A01"/>
    <w:rsid w:val="00064BFE"/>
    <w:rsid w:val="00070B3E"/>
    <w:rsid w:val="00071F95"/>
    <w:rsid w:val="000737BB"/>
    <w:rsid w:val="00074E47"/>
    <w:rsid w:val="000754EC"/>
    <w:rsid w:val="0009093B"/>
    <w:rsid w:val="000A2E64"/>
    <w:rsid w:val="000A5441"/>
    <w:rsid w:val="000B0280"/>
    <w:rsid w:val="000B13F4"/>
    <w:rsid w:val="000C149A"/>
    <w:rsid w:val="000C224E"/>
    <w:rsid w:val="000C43DE"/>
    <w:rsid w:val="000C5C0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763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F2D"/>
    <w:rsid w:val="00242293"/>
    <w:rsid w:val="0024322D"/>
    <w:rsid w:val="00244EA7"/>
    <w:rsid w:val="00262FC3"/>
    <w:rsid w:val="0026394F"/>
    <w:rsid w:val="00276DB8"/>
    <w:rsid w:val="00277163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6BAF"/>
    <w:rsid w:val="00337E82"/>
    <w:rsid w:val="00341D30"/>
    <w:rsid w:val="00346FDC"/>
    <w:rsid w:val="00350BB1"/>
    <w:rsid w:val="00352C83"/>
    <w:rsid w:val="00366805"/>
    <w:rsid w:val="0037067D"/>
    <w:rsid w:val="0038735B"/>
    <w:rsid w:val="003916D1"/>
    <w:rsid w:val="00395072"/>
    <w:rsid w:val="003A21F0"/>
    <w:rsid w:val="003A277F"/>
    <w:rsid w:val="003A58BA"/>
    <w:rsid w:val="003A5AE7"/>
    <w:rsid w:val="003A7221"/>
    <w:rsid w:val="003B3493"/>
    <w:rsid w:val="003C13AE"/>
    <w:rsid w:val="003C1ACC"/>
    <w:rsid w:val="003D2E73"/>
    <w:rsid w:val="003E72B6"/>
    <w:rsid w:val="003E7BBE"/>
    <w:rsid w:val="004127E3"/>
    <w:rsid w:val="0043212E"/>
    <w:rsid w:val="00434366"/>
    <w:rsid w:val="00434ECE"/>
    <w:rsid w:val="0044282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2D2A"/>
    <w:rsid w:val="005446D1"/>
    <w:rsid w:val="00544B2B"/>
    <w:rsid w:val="00556C4C"/>
    <w:rsid w:val="00557369"/>
    <w:rsid w:val="00562610"/>
    <w:rsid w:val="00564ADD"/>
    <w:rsid w:val="005708EB"/>
    <w:rsid w:val="00575BC6"/>
    <w:rsid w:val="00583902"/>
    <w:rsid w:val="00585F19"/>
    <w:rsid w:val="005A16C6"/>
    <w:rsid w:val="005A1D70"/>
    <w:rsid w:val="005A3AA5"/>
    <w:rsid w:val="005A6C9C"/>
    <w:rsid w:val="005A74DC"/>
    <w:rsid w:val="005B2101"/>
    <w:rsid w:val="005B4CB8"/>
    <w:rsid w:val="005B5146"/>
    <w:rsid w:val="005D1AFD"/>
    <w:rsid w:val="005E51E6"/>
    <w:rsid w:val="005F027A"/>
    <w:rsid w:val="005F33CC"/>
    <w:rsid w:val="005F33E5"/>
    <w:rsid w:val="005F771F"/>
    <w:rsid w:val="005F7D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5CF"/>
    <w:rsid w:val="006A2B68"/>
    <w:rsid w:val="006B3342"/>
    <w:rsid w:val="006B39AE"/>
    <w:rsid w:val="006C2F32"/>
    <w:rsid w:val="006D38C3"/>
    <w:rsid w:val="006D4448"/>
    <w:rsid w:val="006D5A0B"/>
    <w:rsid w:val="006D6DFD"/>
    <w:rsid w:val="006E2C4D"/>
    <w:rsid w:val="006E42FE"/>
    <w:rsid w:val="006E55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04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6911"/>
    <w:rsid w:val="00886790"/>
    <w:rsid w:val="008908DE"/>
    <w:rsid w:val="008A12ED"/>
    <w:rsid w:val="008A39D3"/>
    <w:rsid w:val="008B2C77"/>
    <w:rsid w:val="008B4AD2"/>
    <w:rsid w:val="008B7138"/>
    <w:rsid w:val="008C0FF2"/>
    <w:rsid w:val="008E260C"/>
    <w:rsid w:val="008E39BE"/>
    <w:rsid w:val="008E62EC"/>
    <w:rsid w:val="008F32F6"/>
    <w:rsid w:val="008F6AF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DA3"/>
    <w:rsid w:val="00A06366"/>
    <w:rsid w:val="00A0695B"/>
    <w:rsid w:val="00A13052"/>
    <w:rsid w:val="00A216A8"/>
    <w:rsid w:val="00A223A6"/>
    <w:rsid w:val="00A26EAD"/>
    <w:rsid w:val="00A346AA"/>
    <w:rsid w:val="00A5092E"/>
    <w:rsid w:val="00A554D6"/>
    <w:rsid w:val="00A56E14"/>
    <w:rsid w:val="00A56E1C"/>
    <w:rsid w:val="00A6476B"/>
    <w:rsid w:val="00A76C6C"/>
    <w:rsid w:val="00A87356"/>
    <w:rsid w:val="00A92DD1"/>
    <w:rsid w:val="00AA5338"/>
    <w:rsid w:val="00AB1030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7BC0"/>
    <w:rsid w:val="00B560C8"/>
    <w:rsid w:val="00B565EE"/>
    <w:rsid w:val="00B61150"/>
    <w:rsid w:val="00B65BC7"/>
    <w:rsid w:val="00B679C6"/>
    <w:rsid w:val="00B70CD8"/>
    <w:rsid w:val="00B746B9"/>
    <w:rsid w:val="00B848D4"/>
    <w:rsid w:val="00B865B7"/>
    <w:rsid w:val="00B92E86"/>
    <w:rsid w:val="00BA1CB1"/>
    <w:rsid w:val="00BA4178"/>
    <w:rsid w:val="00BA482D"/>
    <w:rsid w:val="00BA5077"/>
    <w:rsid w:val="00BB23F4"/>
    <w:rsid w:val="00BC5075"/>
    <w:rsid w:val="00BC5419"/>
    <w:rsid w:val="00BC7678"/>
    <w:rsid w:val="00BD3B0F"/>
    <w:rsid w:val="00BF1D4C"/>
    <w:rsid w:val="00BF3F0A"/>
    <w:rsid w:val="00BF61A5"/>
    <w:rsid w:val="00C143C3"/>
    <w:rsid w:val="00C1739B"/>
    <w:rsid w:val="00C21ADE"/>
    <w:rsid w:val="00C26067"/>
    <w:rsid w:val="00C30A29"/>
    <w:rsid w:val="00C317DC"/>
    <w:rsid w:val="00C44A23"/>
    <w:rsid w:val="00C578E9"/>
    <w:rsid w:val="00C70626"/>
    <w:rsid w:val="00C72860"/>
    <w:rsid w:val="00C73582"/>
    <w:rsid w:val="00C73B90"/>
    <w:rsid w:val="00C742EC"/>
    <w:rsid w:val="00C9543B"/>
    <w:rsid w:val="00C96AF3"/>
    <w:rsid w:val="00C97CCC"/>
    <w:rsid w:val="00C97CF7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0BAB"/>
    <w:rsid w:val="00D427D5"/>
    <w:rsid w:val="00D54C76"/>
    <w:rsid w:val="00D71E43"/>
    <w:rsid w:val="00D727F3"/>
    <w:rsid w:val="00D73695"/>
    <w:rsid w:val="00D810DE"/>
    <w:rsid w:val="00D86FD1"/>
    <w:rsid w:val="00D87D32"/>
    <w:rsid w:val="00D91188"/>
    <w:rsid w:val="00D92C83"/>
    <w:rsid w:val="00DA0A81"/>
    <w:rsid w:val="00DA3C10"/>
    <w:rsid w:val="00DA53B5"/>
    <w:rsid w:val="00DB5430"/>
    <w:rsid w:val="00DC1D69"/>
    <w:rsid w:val="00DC5A3A"/>
    <w:rsid w:val="00DD0726"/>
    <w:rsid w:val="00DD130B"/>
    <w:rsid w:val="00E10EBA"/>
    <w:rsid w:val="00E238E6"/>
    <w:rsid w:val="00E35064"/>
    <w:rsid w:val="00E3681D"/>
    <w:rsid w:val="00E40225"/>
    <w:rsid w:val="00E501F0"/>
    <w:rsid w:val="00E6166D"/>
    <w:rsid w:val="00E819BB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942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156B"/>
    <w:rsid w:val="00FD557D"/>
    <w:rsid w:val="00FE0282"/>
    <w:rsid w:val="00FE124D"/>
    <w:rsid w:val="00FE388D"/>
    <w:rsid w:val="00FE792C"/>
    <w:rsid w:val="00FF07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F23A"/>
  <w15:docId w15:val="{8264346E-C37A-4F7C-ACE0-5F68A6CA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B33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9E16A-E9E3-4547-9E81-14B683D78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191C7F05-45F5-47A7-9102-307ED792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Maintain field nursery</vt:lpstr>
    </vt:vector>
  </TitlesOfParts>
  <Manager/>
  <Company>Skills Impact Ltd</Company>
  <LinksUpToDate>false</LinksUpToDate>
  <CharactersWithSpaces>6434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Maintain field nursery</dc:title>
  <dc:subject/>
  <dc:creator>Dennis Trevarthen</dc:creator>
  <cp:keywords/>
  <dc:description/>
  <cp:lastModifiedBy>Ruth Geldard</cp:lastModifiedBy>
  <cp:revision>5</cp:revision>
  <cp:lastPrinted>2016-05-27T05:21:00Z</cp:lastPrinted>
  <dcterms:created xsi:type="dcterms:W3CDTF">2018-04-17T04:26:00Z</dcterms:created>
  <dcterms:modified xsi:type="dcterms:W3CDTF">2018-04-19T23:12:00Z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